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8B0" w:rsidRDefault="004508B0" w:rsidP="004508B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44"/>
          <w:szCs w:val="44"/>
          <w:lang w:eastAsia="en-NZ"/>
        </w:rPr>
      </w:pPr>
      <w:r>
        <w:rPr>
          <w:rFonts w:ascii="Arial" w:eastAsia="Times New Roman" w:hAnsi="Arial" w:cs="Arial"/>
          <w:b/>
          <w:color w:val="222222"/>
          <w:sz w:val="44"/>
          <w:szCs w:val="44"/>
          <w:lang w:eastAsia="en-NZ"/>
        </w:rPr>
        <w:t>Maths-Whizz Information</w:t>
      </w:r>
    </w:p>
    <w:p w:rsidR="004508B0" w:rsidRPr="004508B0" w:rsidRDefault="004508B0" w:rsidP="004508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NZ"/>
        </w:rPr>
      </w:pPr>
      <w:r w:rsidRPr="004508B0">
        <w:rPr>
          <w:rFonts w:ascii="Arial" w:eastAsia="Times New Roman" w:hAnsi="Arial" w:cs="Arial"/>
          <w:color w:val="222222"/>
          <w:sz w:val="19"/>
          <w:szCs w:val="19"/>
          <w:lang w:eastAsia="en-NZ"/>
        </w:rPr>
        <w:br/>
      </w:r>
      <w:r w:rsidRPr="004508B0">
        <w:rPr>
          <w:rFonts w:ascii="Arial" w:eastAsia="Times New Roman" w:hAnsi="Arial" w:cs="Arial"/>
          <w:color w:val="222222"/>
          <w:sz w:val="24"/>
          <w:szCs w:val="24"/>
          <w:lang w:eastAsia="en-NZ"/>
        </w:rPr>
        <w:t>Hi everyone,</w:t>
      </w:r>
    </w:p>
    <w:p w:rsidR="004508B0" w:rsidRPr="004508B0" w:rsidRDefault="004508B0" w:rsidP="004508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NZ"/>
        </w:rPr>
      </w:pPr>
    </w:p>
    <w:p w:rsidR="004508B0" w:rsidRPr="004508B0" w:rsidRDefault="004508B0" w:rsidP="004508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NZ"/>
        </w:rPr>
      </w:pPr>
      <w:r w:rsidRPr="004508B0">
        <w:rPr>
          <w:rFonts w:ascii="Arial" w:eastAsia="Times New Roman" w:hAnsi="Arial" w:cs="Arial"/>
          <w:color w:val="222222"/>
          <w:sz w:val="24"/>
          <w:szCs w:val="24"/>
          <w:lang w:eastAsia="en-NZ"/>
        </w:rPr>
        <w:t>If you weren't able to come along to the Maths-Whizz Info Night last week and would still like some extra information about it just click on this link and it will take you through to the presentation I gave on the night. It has some useful info about how you can monitor what your child is doing within the program and what teachers and students can see.</w:t>
      </w:r>
    </w:p>
    <w:p w:rsidR="004508B0" w:rsidRPr="004508B0" w:rsidRDefault="004508B0" w:rsidP="004508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NZ"/>
        </w:rPr>
      </w:pPr>
    </w:p>
    <w:p w:rsidR="004508B0" w:rsidRPr="004508B0" w:rsidRDefault="004508B0" w:rsidP="004508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NZ"/>
        </w:rPr>
      </w:pPr>
      <w:hyperlink r:id="rId4" w:tgtFrame="_blank" w:history="1">
        <w:r w:rsidRPr="004508B0">
          <w:rPr>
            <w:rFonts w:ascii="Arial" w:eastAsia="Times New Roman" w:hAnsi="Arial" w:cs="Arial"/>
            <w:color w:val="1155CC"/>
            <w:sz w:val="24"/>
            <w:szCs w:val="24"/>
            <w:u w:val="single"/>
            <w:lang w:eastAsia="en-NZ"/>
          </w:rPr>
          <w:t>https://docs.google.com/presentation/d/11_P0otWrWEGrsQzHMzlhLqhAxntK8WM0COch6rJ6NSQ/edit?usp=sharing</w:t>
        </w:r>
      </w:hyperlink>
    </w:p>
    <w:p w:rsidR="004508B0" w:rsidRPr="004508B0" w:rsidRDefault="004508B0" w:rsidP="004508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NZ"/>
        </w:rPr>
      </w:pPr>
    </w:p>
    <w:p w:rsidR="004508B0" w:rsidRPr="004508B0" w:rsidRDefault="004508B0" w:rsidP="004508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NZ"/>
        </w:rPr>
      </w:pPr>
      <w:r w:rsidRPr="004508B0">
        <w:rPr>
          <w:rFonts w:ascii="Arial" w:eastAsia="Times New Roman" w:hAnsi="Arial" w:cs="Arial"/>
          <w:color w:val="222222"/>
          <w:sz w:val="24"/>
          <w:szCs w:val="24"/>
          <w:lang w:eastAsia="en-NZ"/>
        </w:rPr>
        <w:t>Regards,</w:t>
      </w:r>
    </w:p>
    <w:p w:rsidR="004508B0" w:rsidRPr="004508B0" w:rsidRDefault="004508B0" w:rsidP="004508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NZ"/>
        </w:rPr>
      </w:pPr>
      <w:r w:rsidRPr="004508B0">
        <w:rPr>
          <w:rFonts w:ascii="Arial" w:eastAsia="Times New Roman" w:hAnsi="Arial" w:cs="Arial"/>
          <w:color w:val="222222"/>
          <w:sz w:val="24"/>
          <w:szCs w:val="24"/>
          <w:lang w:eastAsia="en-NZ"/>
        </w:rPr>
        <w:t>Casey Sanders</w:t>
      </w:r>
      <w:bookmarkStart w:id="0" w:name="_GoBack"/>
      <w:bookmarkEnd w:id="0"/>
    </w:p>
    <w:sectPr w:rsidR="004508B0" w:rsidRPr="004508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8B0"/>
    <w:rsid w:val="004508B0"/>
    <w:rsid w:val="00E33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FE68A1-64D9-40C6-876C-6F50923E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08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2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063522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54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0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015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8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926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30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92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3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01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presentation/d/11_P0otWrWEGrsQzHMzlhLqhAxntK8WM0COch6rJ6NSQ/edit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B59781D4</Template>
  <TotalTime>9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Verstraten</dc:creator>
  <cp:keywords/>
  <dc:description/>
  <cp:lastModifiedBy>Sharon Verstraten</cp:lastModifiedBy>
  <cp:revision>1</cp:revision>
  <cp:lastPrinted>2015-05-04T22:57:00Z</cp:lastPrinted>
  <dcterms:created xsi:type="dcterms:W3CDTF">2015-05-04T22:49:00Z</dcterms:created>
  <dcterms:modified xsi:type="dcterms:W3CDTF">2015-05-04T22:58:00Z</dcterms:modified>
</cp:coreProperties>
</file>